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1AC2231D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8D589C">
        <w:rPr>
          <w:caps/>
          <w:sz w:val="40"/>
        </w:rPr>
        <w:t>.5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4C336320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05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1950E8">
        <w:rPr>
          <w:caps/>
          <w:sz w:val="40"/>
        </w:rPr>
        <w:t>V</w:t>
      </w:r>
      <w:r w:rsidR="00F15DD5">
        <w:rPr>
          <w:caps/>
          <w:sz w:val="40"/>
        </w:rPr>
        <w:t>Á</w:t>
      </w:r>
      <w:r w:rsidR="001950E8">
        <w:rPr>
          <w:caps/>
          <w:sz w:val="40"/>
        </w:rPr>
        <w:t>H</w:t>
      </w:r>
      <w:r w:rsidR="00F15DD5">
        <w:rPr>
          <w:caps/>
          <w:sz w:val="40"/>
        </w:rPr>
        <w:t>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33E33AF8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53C238A1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>Část 05 - Váhy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6ACFB5DF" w14:textId="77777777" w:rsidR="00E16BE7" w:rsidRDefault="00E16BE7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5DFA6A5F" w:rsidR="00494E93" w:rsidRPr="00F15DD5" w:rsidRDefault="001950E8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F15DD5">
        <w:rPr>
          <w:rFonts w:asciiTheme="majorHAnsi" w:hAnsiTheme="majorHAnsi" w:cstheme="majorHAnsi"/>
          <w:b/>
          <w:u w:val="single"/>
        </w:rPr>
        <w:t>Přesn</w:t>
      </w:r>
      <w:r w:rsidR="00253F47">
        <w:rPr>
          <w:rFonts w:asciiTheme="majorHAnsi" w:hAnsiTheme="majorHAnsi" w:cstheme="majorHAnsi"/>
          <w:b/>
          <w:u w:val="single"/>
        </w:rPr>
        <w:t>á</w:t>
      </w:r>
      <w:r w:rsidRPr="00F15DD5">
        <w:rPr>
          <w:rFonts w:asciiTheme="majorHAnsi" w:hAnsiTheme="majorHAnsi" w:cstheme="majorHAnsi"/>
          <w:b/>
          <w:u w:val="single"/>
        </w:rPr>
        <w:t xml:space="preserve"> váh</w:t>
      </w:r>
      <w:r w:rsidR="00253F47">
        <w:rPr>
          <w:rFonts w:asciiTheme="majorHAnsi" w:hAnsiTheme="majorHAnsi" w:cstheme="majorHAnsi"/>
          <w:b/>
          <w:u w:val="single"/>
        </w:rPr>
        <w:t>a</w:t>
      </w:r>
      <w:r w:rsidR="00C571C2">
        <w:rPr>
          <w:rFonts w:asciiTheme="majorHAnsi" w:hAnsiTheme="majorHAnsi" w:cstheme="majorHAnsi"/>
          <w:b/>
          <w:u w:val="single"/>
        </w:rPr>
        <w:t xml:space="preserve"> - 1 ks:</w:t>
      </w:r>
      <w:r w:rsidR="00E00962" w:rsidRPr="00F15DD5">
        <w:rPr>
          <w:rFonts w:asciiTheme="majorHAnsi" w:hAnsiTheme="majorHAnsi" w:cstheme="majorHAnsi"/>
          <w:b/>
          <w:u w:val="single"/>
        </w:rPr>
        <w:t xml:space="preserve"> 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08B178E5" w:rsidR="00494E93" w:rsidRPr="00C16997" w:rsidRDefault="001950E8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Maximální </w:t>
            </w:r>
            <w:r w:rsidR="00F15DD5">
              <w:rPr>
                <w:rFonts w:asciiTheme="majorHAnsi" w:hAnsiTheme="majorHAnsi" w:cstheme="majorHAnsi"/>
              </w:rPr>
              <w:t>váživost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37B91F97" w:rsidR="00494E93" w:rsidRPr="00C16997" w:rsidRDefault="001950E8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950E8">
              <w:rPr>
                <w:rFonts w:asciiTheme="majorHAnsi" w:hAnsiTheme="majorHAnsi" w:cstheme="majorHAnsi"/>
              </w:rPr>
              <w:t>Min. 600 gramů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3A763CB2EE34E9A96A7A58625FC816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04FEF081" w:rsidR="00494E93" w:rsidRPr="00C16997" w:rsidRDefault="003D6DD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F15DD5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71AA5D2E" w:rsidR="00494E93" w:rsidRPr="00C16997" w:rsidRDefault="001950E8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Přesnost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4F6F3243" w:rsidR="00494E93" w:rsidRPr="00C16997" w:rsidRDefault="001950E8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±0,001 gramu</w:t>
            </w:r>
          </w:p>
        </w:tc>
        <w:sdt>
          <w:sdtPr>
            <w:rPr>
              <w:rFonts w:asciiTheme="majorHAnsi" w:hAnsiTheme="majorHAnsi" w:cstheme="majorHAnsi"/>
            </w:rPr>
            <w:id w:val="445128929"/>
            <w:placeholder>
              <w:docPart w:val="C470CE64503D42D58AACC5DA2C4CB4A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5618FD75" w:rsidR="00F15DD5" w:rsidRPr="00C16997" w:rsidRDefault="00A50ADF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F15DD5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16BE871A" w:rsidR="00F15DD5" w:rsidRDefault="00F15DD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Třída přesnosti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26327916" w:rsidR="00F15DD5" w:rsidRDefault="00F15DD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I.</w:t>
            </w:r>
          </w:p>
        </w:tc>
        <w:sdt>
          <w:sdtPr>
            <w:rPr>
              <w:rFonts w:asciiTheme="majorHAnsi" w:hAnsiTheme="majorHAnsi" w:cstheme="majorHAnsi"/>
            </w:rPr>
            <w:id w:val="-626771269"/>
            <w:placeholder>
              <w:docPart w:val="DFC97F04450643D1BC76A7702A82B15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9D4CB9" w14:textId="39A6E130" w:rsidR="00F15DD5" w:rsidRDefault="00A50ADF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741F8C" w:rsidRPr="00C16997" w14:paraId="242C66A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AB4F5" w14:textId="658053A1" w:rsidR="00741F8C" w:rsidRPr="00F15DD5" w:rsidRDefault="003D7EE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Automatická interní kalibrace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CD274" w14:textId="4CF06923" w:rsidR="00741F8C" w:rsidRPr="00F15DD5" w:rsidRDefault="003D7EE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58652075"/>
              <w:placeholder>
                <w:docPart w:val="574ED9220CBB44D69AC49BB8E439F68D"/>
              </w:placeholder>
            </w:sdtPr>
            <w:sdtEndPr/>
            <w:sdtContent>
              <w:p w14:paraId="3F726F80" w14:textId="6363D2CF" w:rsidR="00741F8C" w:rsidRPr="00AA3AA7" w:rsidRDefault="00AA3AA7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41F8C" w:rsidRPr="00C16997" w14:paraId="643BC00A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89EA72" w14:textId="0709B6C7" w:rsidR="00741F8C" w:rsidRPr="00F15DD5" w:rsidRDefault="003D7EE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Počítání kusů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3DF6C" w14:textId="7D3B605B" w:rsidR="00741F8C" w:rsidRPr="00F15DD5" w:rsidRDefault="003D7EE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312687941"/>
              <w:placeholder>
                <w:docPart w:val="5D1E28F308F746178BBA942B8D204DD5"/>
              </w:placeholder>
            </w:sdtPr>
            <w:sdtEndPr/>
            <w:sdtContent>
              <w:p w14:paraId="1FCF0692" w14:textId="7EF74145" w:rsidR="00741F8C" w:rsidRPr="006347B5" w:rsidRDefault="006347B5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15DD5" w:rsidRPr="00C16997" w14:paraId="5B6A1E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A357A" w14:textId="5882899E" w:rsidR="00F15DD5" w:rsidRPr="00F15DD5" w:rsidRDefault="00F15DD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Vážení s tolerancí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28579" w14:textId="425289D9" w:rsidR="00F15DD5" w:rsidRPr="00F15DD5" w:rsidRDefault="00F15DD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585152158"/>
              <w:placeholder>
                <w:docPart w:val="B8753B5AB3634016B41977394A61FEB8"/>
              </w:placeholder>
            </w:sdtPr>
            <w:sdtEndPr/>
            <w:sdtContent>
              <w:p w14:paraId="22777256" w14:textId="5DDCF425" w:rsidR="00F15DD5" w:rsidRPr="006347B5" w:rsidRDefault="006347B5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41F8C" w:rsidRPr="00C16997" w14:paraId="3CD893C6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5754A" w14:textId="5DC3F8B3" w:rsidR="00741F8C" w:rsidRPr="00F15DD5" w:rsidRDefault="00F15DD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Ochranný kryt proti průvanu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11594B" w14:textId="0BEB5261" w:rsidR="00741F8C" w:rsidRPr="00F15DD5" w:rsidRDefault="00F15DD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8751139"/>
              <w:placeholder>
                <w:docPart w:val="B08F28E74C2C40578E435C4C35AD1728"/>
              </w:placeholder>
            </w:sdtPr>
            <w:sdtEndPr/>
            <w:sdtContent>
              <w:p w14:paraId="649B820A" w14:textId="2682D578" w:rsidR="00741F8C" w:rsidRPr="006347B5" w:rsidRDefault="006347B5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15DD5" w:rsidRPr="00C16997" w14:paraId="39394BEF" w14:textId="77777777" w:rsidTr="00FA2BF2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DB161" w14:textId="77777777" w:rsidR="00F15DD5" w:rsidRPr="00F15DD5" w:rsidRDefault="00F15DD5" w:rsidP="00FA2BF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Provoz z elektrické sítě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1AAC68" w14:textId="77777777" w:rsidR="00F15DD5" w:rsidRPr="00F15DD5" w:rsidRDefault="00F15DD5" w:rsidP="00FA2BF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3165366"/>
              <w:placeholder>
                <w:docPart w:val="9E9C93C2D7014F74AADE47ED27855E7E"/>
              </w:placeholder>
            </w:sdtPr>
            <w:sdtEndPr/>
            <w:sdtContent>
              <w:p w14:paraId="2954E747" w14:textId="08B612DD" w:rsidR="00F15DD5" w:rsidRPr="006347B5" w:rsidRDefault="006347B5" w:rsidP="00FA2BF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41F8C" w:rsidRPr="00C16997" w14:paraId="653BBAEA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DC0F6" w14:textId="554F1ACD" w:rsidR="00741F8C" w:rsidRPr="00F15DD5" w:rsidRDefault="00F15DD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Vodováha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063B9" w14:textId="19597E70" w:rsidR="00741F8C" w:rsidRPr="00F15DD5" w:rsidRDefault="00F15DD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15DD5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45030838"/>
              <w:placeholder>
                <w:docPart w:val="43C8CEF138AB4F32B45F1AA13500A114"/>
              </w:placeholder>
            </w:sdtPr>
            <w:sdtEndPr/>
            <w:sdtContent>
              <w:p w14:paraId="0AFE9F8E" w14:textId="36545214" w:rsidR="00741F8C" w:rsidRPr="006347B5" w:rsidRDefault="006347B5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1BD29676" w14:textId="77777777" w:rsidR="00E16BE7" w:rsidRDefault="00E16BE7" w:rsidP="00253F47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71D378AD" w14:textId="3D81136A" w:rsidR="00253F47" w:rsidRPr="00F15DD5" w:rsidRDefault="00253F47" w:rsidP="00253F47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V</w:t>
      </w:r>
      <w:r w:rsidRPr="00F15DD5">
        <w:rPr>
          <w:rFonts w:asciiTheme="majorHAnsi" w:hAnsiTheme="majorHAnsi" w:cstheme="majorHAnsi"/>
          <w:b/>
          <w:u w:val="single"/>
        </w:rPr>
        <w:t>áh</w:t>
      </w:r>
      <w:r>
        <w:rPr>
          <w:rFonts w:asciiTheme="majorHAnsi" w:hAnsiTheme="majorHAnsi" w:cstheme="majorHAnsi"/>
          <w:b/>
          <w:u w:val="single"/>
        </w:rPr>
        <w:t>a na palety</w:t>
      </w:r>
      <w:r w:rsidR="00C571C2">
        <w:rPr>
          <w:rFonts w:asciiTheme="majorHAnsi" w:hAnsiTheme="majorHAnsi" w:cstheme="majorHAnsi"/>
          <w:b/>
          <w:u w:val="single"/>
        </w:rPr>
        <w:t xml:space="preserve"> – 1 ks</w:t>
      </w:r>
      <w:r w:rsidR="003815B5">
        <w:rPr>
          <w:rFonts w:asciiTheme="majorHAnsi" w:hAnsiTheme="majorHAnsi" w:cstheme="majorHAns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253F47" w:rsidRPr="00C16997" w14:paraId="31EAC455" w14:textId="77777777" w:rsidTr="000369E6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C97880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4209B18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253F47" w:rsidRPr="00C16997" w14:paraId="2B7BFE2C" w14:textId="77777777" w:rsidTr="000369E6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7AB7D7" w14:textId="77777777" w:rsidR="00253F47" w:rsidRPr="00C16997" w:rsidRDefault="00253F47" w:rsidP="000369E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Maximální váživost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B671A" w14:textId="68012B85" w:rsidR="00253F47" w:rsidRPr="00C16997" w:rsidRDefault="00253F47" w:rsidP="000369E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950E8">
              <w:rPr>
                <w:rFonts w:asciiTheme="majorHAnsi" w:hAnsiTheme="majorHAnsi" w:cstheme="majorHAnsi"/>
              </w:rPr>
              <w:t xml:space="preserve">Min. </w:t>
            </w:r>
            <w:r w:rsidR="00A67A23">
              <w:rPr>
                <w:rFonts w:asciiTheme="majorHAnsi" w:hAnsiTheme="majorHAnsi" w:cstheme="majorHAnsi"/>
              </w:rPr>
              <w:t>1000 kg</w:t>
            </w:r>
          </w:p>
        </w:tc>
        <w:sdt>
          <w:sdtPr>
            <w:rPr>
              <w:rFonts w:asciiTheme="majorHAnsi" w:hAnsiTheme="majorHAnsi" w:cstheme="majorHAnsi"/>
            </w:rPr>
            <w:id w:val="309994868"/>
            <w:placeholder>
              <w:docPart w:val="E2368BA5809D4E248AAAC7F058FE34F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DF52E5" w14:textId="77777777" w:rsidR="00253F47" w:rsidRPr="00C16997" w:rsidRDefault="00253F47" w:rsidP="000369E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253F47" w:rsidRPr="00C16997" w14:paraId="11108574" w14:textId="77777777" w:rsidTr="000369E6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2B5E0" w14:textId="77777777" w:rsidR="00253F47" w:rsidRPr="00C16997" w:rsidRDefault="00253F47" w:rsidP="000369E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Přesnost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82EB1" w14:textId="67FE4D07" w:rsidR="00253F47" w:rsidRPr="00C16997" w:rsidRDefault="00253F47" w:rsidP="000369E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±0,</w:t>
            </w:r>
            <w:r w:rsidR="00A67A2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67A23">
              <w:rPr>
                <w:rFonts w:asciiTheme="majorHAnsi" w:hAnsiTheme="majorHAnsi" w:cstheme="majorHAnsi"/>
              </w:rPr>
              <w:t>k</w:t>
            </w:r>
            <w:r>
              <w:rPr>
                <w:rFonts w:asciiTheme="majorHAnsi" w:hAnsiTheme="majorHAnsi" w:cstheme="majorHAnsi"/>
              </w:rPr>
              <w:t>g</w:t>
            </w:r>
          </w:p>
        </w:tc>
        <w:sdt>
          <w:sdtPr>
            <w:rPr>
              <w:rFonts w:asciiTheme="majorHAnsi" w:hAnsiTheme="majorHAnsi" w:cstheme="majorHAnsi"/>
            </w:rPr>
            <w:id w:val="-189065713"/>
            <w:placeholder>
              <w:docPart w:val="F0265DE397404D93AF1EA8584F35909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43E762" w14:textId="4657CA48" w:rsidR="00253F47" w:rsidRPr="00C16997" w:rsidRDefault="00A50ADF" w:rsidP="000369E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A67A23" w:rsidRPr="00C16997" w14:paraId="1C8FE5FB" w14:textId="77777777" w:rsidTr="00A067F2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0BF56" w14:textId="364E5706" w:rsidR="00A67A23" w:rsidRDefault="00A67A23" w:rsidP="00A067F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Třída přesnosti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90FE5" w14:textId="2268FF3C" w:rsidR="00A67A23" w:rsidRDefault="00A67A23" w:rsidP="00A067F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III.</w:t>
            </w:r>
          </w:p>
        </w:tc>
        <w:sdt>
          <w:sdtPr>
            <w:rPr>
              <w:rFonts w:asciiTheme="majorHAnsi" w:hAnsiTheme="majorHAnsi" w:cstheme="majorHAnsi"/>
            </w:rPr>
            <w:id w:val="98386556"/>
            <w:placeholder>
              <w:docPart w:val="38C3D11ACB154B249EF2853F5CE0A26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D3B33C" w14:textId="779152E7" w:rsidR="00A67A23" w:rsidRDefault="00A50ADF" w:rsidP="00A067F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A67A23" w:rsidRPr="00C16997" w14:paraId="4C1B890A" w14:textId="77777777" w:rsidTr="00A067F2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0D7EA" w14:textId="77777777" w:rsidR="00A67A23" w:rsidRDefault="00A67A23" w:rsidP="00A067F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Rozměr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7EEB2" w14:textId="117C6E6D" w:rsidR="00A67A23" w:rsidRDefault="00A67A23" w:rsidP="00A067F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(1200</w:t>
            </w:r>
            <w:r w:rsidR="008E4EB5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x</w:t>
            </w:r>
            <w:r w:rsidR="008E4EB5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1200) mm</w:t>
            </w:r>
          </w:p>
        </w:tc>
        <w:sdt>
          <w:sdtPr>
            <w:rPr>
              <w:rFonts w:asciiTheme="majorHAnsi" w:hAnsiTheme="majorHAnsi" w:cstheme="majorHAnsi"/>
            </w:rPr>
            <w:id w:val="618643123"/>
            <w:placeholder>
              <w:docPart w:val="B9CEBFB23BE4424D9BE649867CA905E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1CEF78" w14:textId="1B5F2CEF" w:rsidR="00A67A23" w:rsidRDefault="00A50ADF" w:rsidP="00A067F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</w:tbl>
    <w:p w14:paraId="214064F5" w14:textId="77777777" w:rsidR="00253F47" w:rsidRPr="00C16997" w:rsidRDefault="00253F47" w:rsidP="00253F47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253F47" w:rsidRPr="00C16997" w14:paraId="4DE4A35B" w14:textId="77777777" w:rsidTr="000369E6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DE01F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1419141245"/>
            <w:placeholder>
              <w:docPart w:val="26391BC89D674FCC80FE9C1707D2E0B3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3BEC4A" w14:textId="77777777" w:rsidR="00253F47" w:rsidRPr="00C16997" w:rsidRDefault="00253F47" w:rsidP="000369E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53F47" w:rsidRPr="00C16997" w14:paraId="6ECCF9DD" w14:textId="77777777" w:rsidTr="000369E6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BB70B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41642209"/>
            <w:placeholder>
              <w:docPart w:val="7461E41E651F43488F60EB8447ACABDF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8A0ACB" w14:textId="77777777" w:rsidR="00253F47" w:rsidRPr="00C16997" w:rsidRDefault="00253F47" w:rsidP="000369E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69589E02" w14:textId="77777777" w:rsidR="00F15DD5" w:rsidRDefault="00F15DD5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35E75D8F" w14:textId="77777777" w:rsidR="00E16BE7" w:rsidRDefault="00E16BE7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1296A5C4" w14:textId="77777777" w:rsidR="00E16BE7" w:rsidRDefault="00E16BE7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22B58193" w14:textId="77777777" w:rsidR="00E16BE7" w:rsidRDefault="00E16BE7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22437514" w14:textId="77777777" w:rsidR="00E16BE7" w:rsidRPr="00C16997" w:rsidRDefault="00E16BE7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611"/>
        <w:gridCol w:w="1418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6B046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6B046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5404D826" w:rsidR="00181002" w:rsidRPr="00E16BE7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E16BE7">
              <w:rPr>
                <w:rFonts w:asciiTheme="majorHAnsi" w:hAnsiTheme="majorHAnsi" w:cstheme="majorHAnsi"/>
                <w:b/>
                <w:bCs/>
              </w:rPr>
              <w:t>Přesná váha</w:t>
            </w:r>
            <w:r w:rsidR="00C571C2" w:rsidRPr="00E16BE7">
              <w:rPr>
                <w:rFonts w:asciiTheme="majorHAnsi" w:hAnsiTheme="majorHAnsi" w:cstheme="majorHAnsi"/>
                <w:b/>
                <w:bCs/>
              </w:rPr>
              <w:t xml:space="preserve"> – 1 ks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169F3463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4F61BFA0" w:rsidR="00181002" w:rsidRPr="00411276" w:rsidRDefault="00F76B35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AF5F3E485FC74249A5C933A87F4E4FC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CC3CCA" w:rsidRPr="0041127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181002" w:rsidRPr="00C16997" w14:paraId="1CA8B9FA" w14:textId="77777777" w:rsidTr="006B046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085285" w14:textId="692EFA1B" w:rsidR="00181002" w:rsidRPr="00E16BE7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E16BE7">
              <w:rPr>
                <w:rFonts w:asciiTheme="majorHAnsi" w:hAnsiTheme="majorHAnsi" w:cstheme="majorHAnsi"/>
                <w:b/>
                <w:bCs/>
              </w:rPr>
              <w:t>Váha na palety</w:t>
            </w:r>
            <w:r w:rsidR="00C571C2" w:rsidRPr="00E16BE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07247" w:rsidRPr="00E16BE7">
              <w:rPr>
                <w:rFonts w:asciiTheme="majorHAnsi" w:hAnsiTheme="majorHAnsi" w:cstheme="majorHAnsi"/>
                <w:b/>
                <w:bCs/>
              </w:rPr>
              <w:t>–</w:t>
            </w:r>
            <w:r w:rsidR="00C571C2" w:rsidRPr="00E16BE7">
              <w:rPr>
                <w:rFonts w:asciiTheme="majorHAnsi" w:hAnsiTheme="majorHAnsi" w:cstheme="majorHAnsi"/>
                <w:b/>
                <w:bCs/>
              </w:rPr>
              <w:t xml:space="preserve"> 1</w:t>
            </w:r>
            <w:r w:rsidR="00E0326C" w:rsidRPr="00E16BE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07247" w:rsidRPr="00E16BE7">
              <w:rPr>
                <w:rFonts w:asciiTheme="majorHAnsi" w:hAnsiTheme="majorHAnsi" w:cstheme="majorHAnsi"/>
                <w:b/>
                <w:bCs/>
              </w:rPr>
              <w:t>ks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65281BF" w14:textId="22963CB3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61B5DE" w14:textId="5AA26354" w:rsidR="00181002" w:rsidRPr="00411276" w:rsidRDefault="00F76B35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008094582"/>
                <w:placeholder>
                  <w:docPart w:val="D29E47DA8E1E45BB85076FAF02378409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CC3CCA" w:rsidRPr="0041127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310834875"/>
            <w:placeholder>
              <w:docPart w:val="49819E4F39A24B4FBBEA47D6B254A80E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559516591"/>
                <w:placeholder>
                  <w:docPart w:val="5567E2180CAA43FFBA3E60E94BB96763"/>
                </w:placeholder>
                <w:showingPlcHdr/>
              </w:sdtPr>
              <w:sdtEndPr/>
              <w:sdtContent>
                <w:tc>
                  <w:tcPr>
                    <w:tcW w:w="2268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46485687" w14:textId="1BA97106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26946463"/>
            <w:placeholder>
              <w:docPart w:val="912FD5335F374CCFA275C1A725D4D605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165666547"/>
                <w:placeholder>
                  <w:docPart w:val="B43D7A9F658243D3A3ACC0765122FF0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2C4039" w14:textId="6292C6AC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AA2D1" w14:textId="77777777" w:rsidR="000142EB" w:rsidRDefault="000142EB" w:rsidP="002C4725">
      <w:pPr>
        <w:spacing w:after="0" w:line="240" w:lineRule="auto"/>
      </w:pPr>
      <w:r>
        <w:separator/>
      </w:r>
    </w:p>
  </w:endnote>
  <w:endnote w:type="continuationSeparator" w:id="0">
    <w:p w14:paraId="6E91A3AB" w14:textId="77777777" w:rsidR="000142EB" w:rsidRDefault="000142EB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4F76B" w14:textId="77777777" w:rsidR="000142EB" w:rsidRDefault="000142EB" w:rsidP="002C4725">
      <w:pPr>
        <w:spacing w:after="0" w:line="240" w:lineRule="auto"/>
      </w:pPr>
      <w:r>
        <w:separator/>
      </w:r>
    </w:p>
  </w:footnote>
  <w:footnote w:type="continuationSeparator" w:id="0">
    <w:p w14:paraId="5737FCA7" w14:textId="77777777" w:rsidR="000142EB" w:rsidRDefault="000142EB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65OCiFj9Fso5tHSgKbuQcr3y4xovtrawC7owIOWP+6tSaOQP2XAhxezgIXQaUk5fyB/tgkTPQHNW4hIBWdo52A==" w:salt="80aVUCmRcMmHQK7vz4BkF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7247"/>
    <w:rsid w:val="000142EB"/>
    <w:rsid w:val="00016769"/>
    <w:rsid w:val="00037BE2"/>
    <w:rsid w:val="000502B4"/>
    <w:rsid w:val="00072135"/>
    <w:rsid w:val="00082C5A"/>
    <w:rsid w:val="000A3A57"/>
    <w:rsid w:val="000B42C0"/>
    <w:rsid w:val="000D388A"/>
    <w:rsid w:val="000D3E20"/>
    <w:rsid w:val="00130843"/>
    <w:rsid w:val="00181002"/>
    <w:rsid w:val="0018712C"/>
    <w:rsid w:val="001950E8"/>
    <w:rsid w:val="00195D10"/>
    <w:rsid w:val="001A3941"/>
    <w:rsid w:val="001A7894"/>
    <w:rsid w:val="001B7CEE"/>
    <w:rsid w:val="001D4142"/>
    <w:rsid w:val="00216252"/>
    <w:rsid w:val="0022176A"/>
    <w:rsid w:val="002264EC"/>
    <w:rsid w:val="00253F47"/>
    <w:rsid w:val="00267824"/>
    <w:rsid w:val="00273B04"/>
    <w:rsid w:val="002846DA"/>
    <w:rsid w:val="002B7750"/>
    <w:rsid w:val="002C4725"/>
    <w:rsid w:val="002D727F"/>
    <w:rsid w:val="002F1AF3"/>
    <w:rsid w:val="002F311B"/>
    <w:rsid w:val="002F739C"/>
    <w:rsid w:val="003006F3"/>
    <w:rsid w:val="003145E3"/>
    <w:rsid w:val="00315F84"/>
    <w:rsid w:val="00316023"/>
    <w:rsid w:val="00323102"/>
    <w:rsid w:val="00351A75"/>
    <w:rsid w:val="00360120"/>
    <w:rsid w:val="003815B5"/>
    <w:rsid w:val="003823F4"/>
    <w:rsid w:val="00393720"/>
    <w:rsid w:val="003D2088"/>
    <w:rsid w:val="003D6DD0"/>
    <w:rsid w:val="003D7EE6"/>
    <w:rsid w:val="003F0F2F"/>
    <w:rsid w:val="003F121F"/>
    <w:rsid w:val="003F660A"/>
    <w:rsid w:val="00402441"/>
    <w:rsid w:val="00411276"/>
    <w:rsid w:val="00427539"/>
    <w:rsid w:val="004524C6"/>
    <w:rsid w:val="00474F9E"/>
    <w:rsid w:val="00476C99"/>
    <w:rsid w:val="00484AD4"/>
    <w:rsid w:val="00484BBD"/>
    <w:rsid w:val="00491957"/>
    <w:rsid w:val="00494E93"/>
    <w:rsid w:val="004B0B9F"/>
    <w:rsid w:val="004B3047"/>
    <w:rsid w:val="004B6AE8"/>
    <w:rsid w:val="004C07D9"/>
    <w:rsid w:val="00504B79"/>
    <w:rsid w:val="00537653"/>
    <w:rsid w:val="00537C09"/>
    <w:rsid w:val="0055358D"/>
    <w:rsid w:val="00570961"/>
    <w:rsid w:val="005A375F"/>
    <w:rsid w:val="005B61B3"/>
    <w:rsid w:val="005D53C2"/>
    <w:rsid w:val="005D66AA"/>
    <w:rsid w:val="005E7CEE"/>
    <w:rsid w:val="005F350C"/>
    <w:rsid w:val="005F50C5"/>
    <w:rsid w:val="005F5F8E"/>
    <w:rsid w:val="0063433E"/>
    <w:rsid w:val="006347B5"/>
    <w:rsid w:val="006365AF"/>
    <w:rsid w:val="006432B7"/>
    <w:rsid w:val="00694C0A"/>
    <w:rsid w:val="006A51E9"/>
    <w:rsid w:val="006B0467"/>
    <w:rsid w:val="006C1405"/>
    <w:rsid w:val="006C64E7"/>
    <w:rsid w:val="006C77CF"/>
    <w:rsid w:val="0071161E"/>
    <w:rsid w:val="00716AFF"/>
    <w:rsid w:val="00722CDE"/>
    <w:rsid w:val="007244DA"/>
    <w:rsid w:val="00741F8C"/>
    <w:rsid w:val="007442A1"/>
    <w:rsid w:val="00763788"/>
    <w:rsid w:val="00775992"/>
    <w:rsid w:val="00785EBF"/>
    <w:rsid w:val="007913D3"/>
    <w:rsid w:val="00794A6B"/>
    <w:rsid w:val="007E078A"/>
    <w:rsid w:val="007E5031"/>
    <w:rsid w:val="007F73AC"/>
    <w:rsid w:val="00812B87"/>
    <w:rsid w:val="008138E5"/>
    <w:rsid w:val="00827468"/>
    <w:rsid w:val="008309D1"/>
    <w:rsid w:val="0083788E"/>
    <w:rsid w:val="008673D8"/>
    <w:rsid w:val="00891F17"/>
    <w:rsid w:val="00894371"/>
    <w:rsid w:val="008C45B9"/>
    <w:rsid w:val="008C70A2"/>
    <w:rsid w:val="008D589C"/>
    <w:rsid w:val="008E4EB5"/>
    <w:rsid w:val="008E6429"/>
    <w:rsid w:val="008F3E3E"/>
    <w:rsid w:val="008F4095"/>
    <w:rsid w:val="00917068"/>
    <w:rsid w:val="00921E65"/>
    <w:rsid w:val="00922482"/>
    <w:rsid w:val="00993A33"/>
    <w:rsid w:val="009974C4"/>
    <w:rsid w:val="009A5C04"/>
    <w:rsid w:val="009B67B4"/>
    <w:rsid w:val="009B7883"/>
    <w:rsid w:val="009E15F8"/>
    <w:rsid w:val="009E7E68"/>
    <w:rsid w:val="00A15737"/>
    <w:rsid w:val="00A37772"/>
    <w:rsid w:val="00A50ADF"/>
    <w:rsid w:val="00A67A23"/>
    <w:rsid w:val="00AA3AA7"/>
    <w:rsid w:val="00AC4E5A"/>
    <w:rsid w:val="00AE3343"/>
    <w:rsid w:val="00AE6152"/>
    <w:rsid w:val="00AF25BE"/>
    <w:rsid w:val="00AF4030"/>
    <w:rsid w:val="00AF4FAD"/>
    <w:rsid w:val="00B067DF"/>
    <w:rsid w:val="00B273B7"/>
    <w:rsid w:val="00B527F4"/>
    <w:rsid w:val="00B55DCE"/>
    <w:rsid w:val="00B56A03"/>
    <w:rsid w:val="00BA141F"/>
    <w:rsid w:val="00BC005C"/>
    <w:rsid w:val="00BC1BE2"/>
    <w:rsid w:val="00BD1CCB"/>
    <w:rsid w:val="00BF318F"/>
    <w:rsid w:val="00BF4D9C"/>
    <w:rsid w:val="00BF71BE"/>
    <w:rsid w:val="00C01C47"/>
    <w:rsid w:val="00C16997"/>
    <w:rsid w:val="00C23834"/>
    <w:rsid w:val="00C26691"/>
    <w:rsid w:val="00C571C2"/>
    <w:rsid w:val="00C64317"/>
    <w:rsid w:val="00C70411"/>
    <w:rsid w:val="00C72A8D"/>
    <w:rsid w:val="00C76BAC"/>
    <w:rsid w:val="00CB2191"/>
    <w:rsid w:val="00CC3CCA"/>
    <w:rsid w:val="00CC42DF"/>
    <w:rsid w:val="00CD1ADC"/>
    <w:rsid w:val="00CD39FA"/>
    <w:rsid w:val="00CE111F"/>
    <w:rsid w:val="00CE184D"/>
    <w:rsid w:val="00CE5CDF"/>
    <w:rsid w:val="00D22DCA"/>
    <w:rsid w:val="00D33F04"/>
    <w:rsid w:val="00D3716D"/>
    <w:rsid w:val="00D40675"/>
    <w:rsid w:val="00D41F6D"/>
    <w:rsid w:val="00D5314B"/>
    <w:rsid w:val="00D946F7"/>
    <w:rsid w:val="00DA2467"/>
    <w:rsid w:val="00DB4981"/>
    <w:rsid w:val="00DC3543"/>
    <w:rsid w:val="00DD01E9"/>
    <w:rsid w:val="00E00962"/>
    <w:rsid w:val="00E0326C"/>
    <w:rsid w:val="00E046B0"/>
    <w:rsid w:val="00E16BE7"/>
    <w:rsid w:val="00E254C4"/>
    <w:rsid w:val="00E474FC"/>
    <w:rsid w:val="00E54BD7"/>
    <w:rsid w:val="00E65E02"/>
    <w:rsid w:val="00E75207"/>
    <w:rsid w:val="00E9273D"/>
    <w:rsid w:val="00E94454"/>
    <w:rsid w:val="00E97905"/>
    <w:rsid w:val="00EA06C0"/>
    <w:rsid w:val="00EC6D81"/>
    <w:rsid w:val="00EE2E83"/>
    <w:rsid w:val="00EF2A2A"/>
    <w:rsid w:val="00F038FF"/>
    <w:rsid w:val="00F118E1"/>
    <w:rsid w:val="00F13430"/>
    <w:rsid w:val="00F158EF"/>
    <w:rsid w:val="00F15DD5"/>
    <w:rsid w:val="00F6706F"/>
    <w:rsid w:val="00F72D7A"/>
    <w:rsid w:val="00F76B2F"/>
    <w:rsid w:val="00F76B35"/>
    <w:rsid w:val="00F84153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F76B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3A763CB2EE34E9A96A7A58625FC8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14604-2531-46C1-A54C-44C18C4B9CF7}"/>
      </w:docPartPr>
      <w:docPartBody>
        <w:p w:rsidR="000C6C17" w:rsidRDefault="003145E3" w:rsidP="003145E3">
          <w:pPr>
            <w:pStyle w:val="53A763CB2EE34E9A96A7A58625FC816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819E4F39A24B4FBBEA47D6B254A8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96DAE6-B689-4D55-91F8-8C4652077CD0}"/>
      </w:docPartPr>
      <w:docPartBody>
        <w:p w:rsidR="00C668C4" w:rsidRDefault="00C668C4" w:rsidP="00C668C4">
          <w:pPr>
            <w:pStyle w:val="49819E4F39A24B4FBBEA47D6B254A80E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567E2180CAA43FFBA3E60E94BB967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B5958B-65FF-4561-A03B-BEFDF0654623}"/>
      </w:docPartPr>
      <w:docPartBody>
        <w:p w:rsidR="00C668C4" w:rsidRDefault="00C668C4" w:rsidP="00C668C4">
          <w:pPr>
            <w:pStyle w:val="5567E2180CAA43FFBA3E60E94BB9676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12FD5335F374CCFA275C1A725D4D6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8915B-D874-4AB3-908B-D64B979BE495}"/>
      </w:docPartPr>
      <w:docPartBody>
        <w:p w:rsidR="00C668C4" w:rsidRDefault="00C668C4" w:rsidP="00C668C4">
          <w:pPr>
            <w:pStyle w:val="912FD5335F374CCFA275C1A725D4D605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43D7A9F658243D3A3ACC0765122FF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693355-D4A3-453F-A5FA-A806796CA4BF}"/>
      </w:docPartPr>
      <w:docPartBody>
        <w:p w:rsidR="00C668C4" w:rsidRDefault="00C668C4" w:rsidP="00C668C4">
          <w:pPr>
            <w:pStyle w:val="B43D7A9F658243D3A3ACC0765122FF0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368BA5809D4E248AAAC7F058FE34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D4DEA0-6F47-4DC0-99B4-18580F8F1D54}"/>
      </w:docPartPr>
      <w:docPartBody>
        <w:p w:rsidR="00680B9C" w:rsidRDefault="00680B9C" w:rsidP="00680B9C">
          <w:pPr>
            <w:pStyle w:val="E2368BA5809D4E248AAAC7F058FE34F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391BC89D674FCC80FE9C1707D2E0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10A98-B400-4583-AA6D-B65550BBA07A}"/>
      </w:docPartPr>
      <w:docPartBody>
        <w:p w:rsidR="00680B9C" w:rsidRDefault="00680B9C" w:rsidP="00680B9C">
          <w:pPr>
            <w:pStyle w:val="26391BC89D674FCC80FE9C1707D2E0B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461E41E651F43488F60EB8447ACA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A1EE32-2918-448B-AA79-9412B4998508}"/>
      </w:docPartPr>
      <w:docPartBody>
        <w:p w:rsidR="00680B9C" w:rsidRDefault="00680B9C" w:rsidP="00680B9C">
          <w:pPr>
            <w:pStyle w:val="7461E41E651F43488F60EB8447ACABDF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74ED9220CBB44D69AC49BB8E439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4BB67-AFE5-4C4E-BC3A-0D00740A7063}"/>
      </w:docPartPr>
      <w:docPartBody>
        <w:p w:rsidR="002D2978" w:rsidRDefault="00B7578B" w:rsidP="00B7578B">
          <w:pPr>
            <w:pStyle w:val="574ED9220CBB44D69AC49BB8E439F6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1E28F308F746178BBA942B8D204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3423A-0761-4125-9555-0773DE3BD917}"/>
      </w:docPartPr>
      <w:docPartBody>
        <w:p w:rsidR="002D2978" w:rsidRDefault="00B7578B" w:rsidP="00B7578B">
          <w:pPr>
            <w:pStyle w:val="5D1E28F308F746178BBA942B8D204D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8753B5AB3634016B41977394A61F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ADC89D-472D-4AF9-8022-885CD200E2C9}"/>
      </w:docPartPr>
      <w:docPartBody>
        <w:p w:rsidR="002D2978" w:rsidRDefault="00B7578B" w:rsidP="00B7578B">
          <w:pPr>
            <w:pStyle w:val="B8753B5AB3634016B41977394A61FE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8F28E74C2C40578E435C4C35AD1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390E4B-F6E2-416A-A6BE-10FB7CA6AB83}"/>
      </w:docPartPr>
      <w:docPartBody>
        <w:p w:rsidR="002D2978" w:rsidRDefault="00B7578B" w:rsidP="00B7578B">
          <w:pPr>
            <w:pStyle w:val="B08F28E74C2C40578E435C4C35AD172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E9C93C2D7014F74AADE47ED27855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F344FE-703E-43C9-83C0-395B70C4509D}"/>
      </w:docPartPr>
      <w:docPartBody>
        <w:p w:rsidR="002D2978" w:rsidRDefault="00B7578B" w:rsidP="00B7578B">
          <w:pPr>
            <w:pStyle w:val="9E9C93C2D7014F74AADE47ED27855E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3C8CEF138AB4F32B45F1AA13500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F537C4-6BC4-42CC-B96E-1E2E28C01556}"/>
      </w:docPartPr>
      <w:docPartBody>
        <w:p w:rsidR="002D2978" w:rsidRDefault="00B7578B" w:rsidP="00B7578B">
          <w:pPr>
            <w:pStyle w:val="43C8CEF138AB4F32B45F1AA13500A11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70CE64503D42D58AACC5DA2C4CB4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2A83F5-F62D-4C1E-A07F-71FC206FD118}"/>
      </w:docPartPr>
      <w:docPartBody>
        <w:p w:rsidR="002D2978" w:rsidRDefault="00B7578B" w:rsidP="00B7578B">
          <w:pPr>
            <w:pStyle w:val="C470CE64503D42D58AACC5DA2C4CB4A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FC97F04450643D1BC76A7702A82B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284FEB-351B-4529-A7B4-F648975DE20B}"/>
      </w:docPartPr>
      <w:docPartBody>
        <w:p w:rsidR="002D2978" w:rsidRDefault="00B7578B" w:rsidP="00B7578B">
          <w:pPr>
            <w:pStyle w:val="DFC97F04450643D1BC76A7702A82B15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8C3D11ACB154B249EF2853F5CE0A2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32BBF1-114D-4C87-992A-49C111239EC2}"/>
      </w:docPartPr>
      <w:docPartBody>
        <w:p w:rsidR="002D2978" w:rsidRDefault="00B7578B" w:rsidP="00B7578B">
          <w:pPr>
            <w:pStyle w:val="38C3D11ACB154B249EF2853F5CE0A2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CEBFB23BE4424D9BE649867CA905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8CE348-09F6-4B23-A00A-089E32E7BBAE}"/>
      </w:docPartPr>
      <w:docPartBody>
        <w:p w:rsidR="002D2978" w:rsidRDefault="00B7578B" w:rsidP="00B7578B">
          <w:pPr>
            <w:pStyle w:val="B9CEBFB23BE4424D9BE649867CA905E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265DE397404D93AF1EA8584F359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3DC776-C48C-4BE9-861B-B94B94F852F4}"/>
      </w:docPartPr>
      <w:docPartBody>
        <w:p w:rsidR="002D2978" w:rsidRDefault="00B7578B" w:rsidP="00B7578B">
          <w:pPr>
            <w:pStyle w:val="F0265DE397404D93AF1EA8584F35909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5F3E485FC74249A5C933A87F4E4F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042DBB-BE93-4A94-A2FC-463572379943}"/>
      </w:docPartPr>
      <w:docPartBody>
        <w:p w:rsidR="00213A1B" w:rsidRDefault="002D2978" w:rsidP="002D2978">
          <w:pPr>
            <w:pStyle w:val="AF5F3E485FC74249A5C933A87F4E4FC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D29E47DA8E1E45BB85076FAF02378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6BF8A-18AE-4FEF-88B9-7F0307553991}"/>
      </w:docPartPr>
      <w:docPartBody>
        <w:p w:rsidR="00213A1B" w:rsidRDefault="002D2978" w:rsidP="002D2978">
          <w:pPr>
            <w:pStyle w:val="D29E47DA8E1E45BB85076FAF02378409"/>
          </w:pPr>
          <w:r w:rsidRPr="008E19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213A1B"/>
    <w:rsid w:val="00216252"/>
    <w:rsid w:val="002C73BD"/>
    <w:rsid w:val="002D2978"/>
    <w:rsid w:val="003051D9"/>
    <w:rsid w:val="003145E3"/>
    <w:rsid w:val="00315F84"/>
    <w:rsid w:val="00344421"/>
    <w:rsid w:val="003B3710"/>
    <w:rsid w:val="00435570"/>
    <w:rsid w:val="004E00EB"/>
    <w:rsid w:val="00537653"/>
    <w:rsid w:val="00570961"/>
    <w:rsid w:val="00651A9B"/>
    <w:rsid w:val="00680B9C"/>
    <w:rsid w:val="0071161E"/>
    <w:rsid w:val="00857B2C"/>
    <w:rsid w:val="00894371"/>
    <w:rsid w:val="00921E65"/>
    <w:rsid w:val="00922482"/>
    <w:rsid w:val="009A3103"/>
    <w:rsid w:val="00A10168"/>
    <w:rsid w:val="00A55BA9"/>
    <w:rsid w:val="00B55DCE"/>
    <w:rsid w:val="00B7578B"/>
    <w:rsid w:val="00C668C4"/>
    <w:rsid w:val="00D946F7"/>
    <w:rsid w:val="00DB4981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2978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6AB9D7F712CF456E94EB72EC909878A35">
    <w:name w:val="6AB9D7F712CF456E94EB72EC909878A3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819E4F39A24B4FBBEA47D6B254A80E">
    <w:name w:val="49819E4F39A24B4FBBEA47D6B254A80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67E2180CAA43FFBA3E60E94BB96763">
    <w:name w:val="5567E2180CAA43FFBA3E60E94BB96763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2FD5335F374CCFA275C1A725D4D605">
    <w:name w:val="912FD5335F374CCFA275C1A725D4D605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3D7A9F658243D3A3ACC0765122FF01">
    <w:name w:val="B43D7A9F658243D3A3ACC0765122FF0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368BA5809D4E248AAAC7F058FE34FD">
    <w:name w:val="E2368BA5809D4E248AAAC7F058FE34FD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BA89D00433426EAE54E6C61F9C2CD2">
    <w:name w:val="67BA89D00433426EAE54E6C61F9C2CD2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391BC89D674FCC80FE9C1707D2E0B3">
    <w:name w:val="26391BC89D674FCC80FE9C1707D2E0B3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61E41E651F43488F60EB8447ACABDF">
    <w:name w:val="7461E41E651F43488F60EB8447ACABDF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3E4C3119C84151ADAE8279305098F1">
    <w:name w:val="4E3E4C3119C84151ADAE8279305098F1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4ED9220CBB44D69AC49BB8E439F68D">
    <w:name w:val="574ED9220CBB44D69AC49BB8E439F68D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1E28F308F746178BBA942B8D204DD5">
    <w:name w:val="5D1E28F308F746178BBA942B8D204DD5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753B5AB3634016B41977394A61FEB8">
    <w:name w:val="B8753B5AB3634016B41977394A61FEB8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8F28E74C2C40578E435C4C35AD1728">
    <w:name w:val="B08F28E74C2C40578E435C4C35AD1728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9C93C2D7014F74AADE47ED27855E7E">
    <w:name w:val="9E9C93C2D7014F74AADE47ED27855E7E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C8CEF138AB4F32B45F1AA13500A114">
    <w:name w:val="43C8CEF138AB4F32B45F1AA13500A114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70CE64503D42D58AACC5DA2C4CB4AC">
    <w:name w:val="C470CE64503D42D58AACC5DA2C4CB4AC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9C2DC86113475CA7CB7EE15D60D25D">
    <w:name w:val="409C2DC86113475CA7CB7EE15D60D25D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C97F04450643D1BC76A7702A82B158">
    <w:name w:val="DFC97F04450643D1BC76A7702A82B158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C3D11ACB154B249EF2853F5CE0A264">
    <w:name w:val="38C3D11ACB154B249EF2853F5CE0A264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CEBFB23BE4424D9BE649867CA905EB">
    <w:name w:val="B9CEBFB23BE4424D9BE649867CA905EB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265DE397404D93AF1EA8584F359099">
    <w:name w:val="F0265DE397404D93AF1EA8584F359099"/>
    <w:rsid w:val="00B7578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5F3E485FC74249A5C933A87F4E4FC3">
    <w:name w:val="AF5F3E485FC74249A5C933A87F4E4FC3"/>
    <w:rsid w:val="002D29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9E47DA8E1E45BB85076FAF02378409">
    <w:name w:val="D29E47DA8E1E45BB85076FAF02378409"/>
    <w:rsid w:val="002D297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162</TotalTime>
  <Pages>3</Pages>
  <Words>537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21</cp:revision>
  <cp:lastPrinted>2019-12-09T09:19:00Z</cp:lastPrinted>
  <dcterms:created xsi:type="dcterms:W3CDTF">2024-08-24T08:24:00Z</dcterms:created>
  <dcterms:modified xsi:type="dcterms:W3CDTF">2025-02-20T08:11:00Z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